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586A67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Webster County High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091501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586A67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586A67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72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586A67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96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586A67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72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586A67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75.0%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76.4%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20.8%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586A67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94.4%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586A67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586A67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5.6%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586A67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586A67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586A67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586A67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586A67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586A67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586A67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586A67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586A67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97.2%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30.6%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586A67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29.2%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15.3%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15.3%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586A6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4.2%</w:t>
            </w:r>
          </w:p>
        </w:tc>
        <w:tc>
          <w:tcPr>
            <w:tcW w:w="912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13.9%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47.2%</w:t>
            </w:r>
          </w:p>
        </w:tc>
        <w:tc>
          <w:tcPr>
            <w:tcW w:w="912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55.6%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29.2%</w:t>
            </w:r>
          </w:p>
        </w:tc>
        <w:tc>
          <w:tcPr>
            <w:tcW w:w="912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18.1%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6.9%</w:t>
            </w:r>
          </w:p>
        </w:tc>
        <w:tc>
          <w:tcPr>
            <w:tcW w:w="912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6.9%</w:t>
            </w:r>
          </w:p>
        </w:tc>
        <w:tc>
          <w:tcPr>
            <w:tcW w:w="912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4.2%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  <w:tc>
          <w:tcPr>
            <w:tcW w:w="912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  <w:tc>
          <w:tcPr>
            <w:tcW w:w="912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  <w:tc>
          <w:tcPr>
            <w:tcW w:w="912" w:type="pct"/>
          </w:tcPr>
          <w:p w:rsidR="00ED0933" w:rsidRPr="007646BD" w:rsidRDefault="00586A6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586A6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62.5%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586A6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19.4%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586A6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586A6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586A6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586A6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586A6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12.5%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586A6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586A6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91.7%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586A6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4.2%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586A6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4.2%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586A6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70.8%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586A6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586A6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586A6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4.2%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586A6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586A6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586A6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4.2%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586A6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37.5%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586A6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45.8%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586A6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9.7%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1440" w:type="dxa"/>
          </w:tcPr>
          <w:p w:rsidR="00ED0933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12.5%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586A67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8.3%</w:t>
            </w:r>
          </w:p>
        </w:tc>
        <w:tc>
          <w:tcPr>
            <w:tcW w:w="1440" w:type="dxa"/>
          </w:tcPr>
          <w:p w:rsidR="009B797D" w:rsidRPr="00797E2A" w:rsidRDefault="00586A67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12.5%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586A6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440" w:type="dxa"/>
          </w:tcPr>
          <w:p w:rsidR="008B42CE" w:rsidRPr="00797E2A" w:rsidRDefault="00586A6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13.9%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586A6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47.2%</w:t>
            </w:r>
          </w:p>
        </w:tc>
        <w:tc>
          <w:tcPr>
            <w:tcW w:w="1440" w:type="dxa"/>
          </w:tcPr>
          <w:p w:rsidR="008B42CE" w:rsidRPr="00797E2A" w:rsidRDefault="00586A6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44.4%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37.5%</w:t>
            </w:r>
          </w:p>
        </w:tc>
        <w:tc>
          <w:tcPr>
            <w:tcW w:w="1440" w:type="dxa"/>
          </w:tcPr>
          <w:p w:rsidR="00ED0933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16.7%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18.1%</w:t>
            </w:r>
          </w:p>
        </w:tc>
        <w:tc>
          <w:tcPr>
            <w:tcW w:w="889" w:type="pct"/>
          </w:tcPr>
          <w:p w:rsidR="004206F3" w:rsidRPr="000B28B6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81.9%</w:t>
            </w:r>
          </w:p>
        </w:tc>
        <w:tc>
          <w:tcPr>
            <w:tcW w:w="1011" w:type="pct"/>
          </w:tcPr>
          <w:p w:rsidR="004206F3" w:rsidRPr="000B28B6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19.4%</w:t>
            </w:r>
          </w:p>
        </w:tc>
        <w:tc>
          <w:tcPr>
            <w:tcW w:w="889" w:type="pct"/>
          </w:tcPr>
          <w:p w:rsidR="004206F3" w:rsidRPr="000B28B6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79.2%</w:t>
            </w:r>
          </w:p>
        </w:tc>
        <w:tc>
          <w:tcPr>
            <w:tcW w:w="1011" w:type="pct"/>
          </w:tcPr>
          <w:p w:rsidR="004206F3" w:rsidRPr="000B28B6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1.4%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59.7%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38.9%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1.4%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26.4%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34.7%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40.3%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23.6%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20.8%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18.1%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8.3%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4.2%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9.7%</w:t>
            </w:r>
          </w:p>
        </w:tc>
        <w:tc>
          <w:tcPr>
            <w:tcW w:w="2250" w:type="dxa"/>
            <w:noWrap/>
          </w:tcPr>
          <w:p w:rsidR="004206F3" w:rsidRPr="00797E2A" w:rsidRDefault="00586A6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8.3%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15.3%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18.1%</w:t>
            </w:r>
          </w:p>
        </w:tc>
        <w:tc>
          <w:tcPr>
            <w:tcW w:w="1370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26.4%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1370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23.6%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31.9%</w:t>
            </w:r>
          </w:p>
        </w:tc>
        <w:tc>
          <w:tcPr>
            <w:tcW w:w="1370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9.7%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1370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5.6%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370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5.6%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1370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9.7%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370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4.2%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29.2%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26.4%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6.9%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34.7%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41.7%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23.6%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15.3%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26.4%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43.1%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15.3%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36.1%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18.1%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34.7%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15.3%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45.8%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40.3%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29.2%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26.4%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47.2%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29.2%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41.7%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29.2%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18.1%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86A6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19.4%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13.9%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15.3%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13.9%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20.8%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22.2%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13.9%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9.7%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9.7%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13.9%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6.9%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2.8%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2.8%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6.9%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5.6%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4.2%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8.3%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86A6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6.9%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23.6%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20.8%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18.1%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6.9%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37.5%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8.3%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23.6%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20.8%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9.7%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23.6%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18.1%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36.1%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8.3%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6.9%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31.9%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31.9%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6.9%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4.2%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15.3%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8.3%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4.2%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23.6%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36.1%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8.3%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26.4%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18.1%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41.7%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8.3%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4.2%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34.7%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31.9%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20.8%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8.3%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36.1%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9.7%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20.8%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36.1%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9.7%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59.7%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8.3%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18.1%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34.7%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8.3%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41.7%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15.3%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18.1%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8.3%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18.1%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20.8%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23.6%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9.7%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20.8%</w:t>
            </w:r>
          </w:p>
        </w:tc>
        <w:tc>
          <w:tcPr>
            <w:tcW w:w="99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1170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40.3%</w:t>
            </w:r>
          </w:p>
        </w:tc>
        <w:tc>
          <w:tcPr>
            <w:tcW w:w="1435" w:type="dxa"/>
            <w:noWrap/>
          </w:tcPr>
          <w:p w:rsidR="00364F87" w:rsidRPr="00797E2A" w:rsidRDefault="00586A6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8.3%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30.6%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54.2%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48.6%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58.3%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63.9%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73.6%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26.4%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36.1%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55.6%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65.3%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51.4%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51.4%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8.3%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586A6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2.8%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A67" w:rsidRDefault="00586A67" w:rsidP="0035328A">
      <w:pPr>
        <w:spacing w:after="0" w:line="240" w:lineRule="auto"/>
      </w:pPr>
      <w:r>
        <w:separator/>
      </w:r>
    </w:p>
  </w:endnote>
  <w:endnote w:type="continuationSeparator" w:id="0">
    <w:p w:rsidR="00586A67" w:rsidRDefault="00586A67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586A67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A67" w:rsidRDefault="00586A67" w:rsidP="0035328A">
      <w:pPr>
        <w:spacing w:after="0" w:line="240" w:lineRule="auto"/>
      </w:pPr>
      <w:r>
        <w:separator/>
      </w:r>
    </w:p>
  </w:footnote>
  <w:footnote w:type="continuationSeparator" w:id="0">
    <w:p w:rsidR="00586A67" w:rsidRDefault="00586A67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A67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86A67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C30C1F62-71DE-4CE3-ADA2-18F6A3A1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E621D-D888-4427-AD37-D5B1505EC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2016-04-26T20:04:00Z</dcterms:created>
  <dcterms:modified xsi:type="dcterms:W3CDTF">2016-04-26T20:04:00Z</dcterms:modified>
</cp:coreProperties>
</file>